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F0" w:rsidRDefault="006740F0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>Сводный  протокол</w:t>
      </w:r>
    </w:p>
    <w:p w:rsidR="006740F0" w:rsidRPr="00A861E0" w:rsidRDefault="006740F0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>президентских состязаний</w:t>
      </w:r>
      <w:r w:rsidRPr="001B38E0">
        <w:rPr>
          <w:sz w:val="40"/>
          <w:szCs w:val="40"/>
        </w:rPr>
        <w:t xml:space="preserve"> </w:t>
      </w:r>
      <w:r>
        <w:rPr>
          <w:sz w:val="40"/>
          <w:szCs w:val="40"/>
        </w:rPr>
        <w:t>учащихся филиала МБОУ лицей с. Долгоруково в                п. Тимирязевский</w:t>
      </w:r>
      <w:r>
        <w:rPr>
          <w:rFonts w:ascii="Times New Roman" w:hAnsi="Times New Roman" w:cs="Times New Roman"/>
          <w:sz w:val="28"/>
          <w:szCs w:val="28"/>
        </w:rPr>
        <w:tab/>
        <w:t xml:space="preserve"> 2016 – 2017 уч. год</w:t>
      </w:r>
      <w:r w:rsidRPr="00563CB5">
        <w:rPr>
          <w:rFonts w:ascii="Times New Roman" w:hAnsi="Times New Roman" w:cs="Times New Roman"/>
          <w:b/>
          <w:bCs/>
          <w:sz w:val="40"/>
          <w:szCs w:val="40"/>
        </w:rPr>
        <w:t xml:space="preserve">      6-7 класс</w:t>
      </w:r>
    </w:p>
    <w:tbl>
      <w:tblPr>
        <w:tblW w:w="143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2"/>
        <w:gridCol w:w="3360"/>
        <w:gridCol w:w="848"/>
        <w:gridCol w:w="1418"/>
        <w:gridCol w:w="1276"/>
        <w:gridCol w:w="992"/>
        <w:gridCol w:w="1417"/>
        <w:gridCol w:w="851"/>
        <w:gridCol w:w="850"/>
        <w:gridCol w:w="709"/>
        <w:gridCol w:w="992"/>
        <w:gridCol w:w="993"/>
      </w:tblGrid>
      <w:tr w:rsidR="006740F0" w:rsidRPr="00210267">
        <w:trPr>
          <w:trHeight w:val="1455"/>
        </w:trPr>
        <w:tc>
          <w:tcPr>
            <w:tcW w:w="61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60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48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6740F0" w:rsidRPr="00210267" w:rsidRDefault="006740F0" w:rsidP="00210267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 на высокой переклад. (м)</w:t>
            </w:r>
          </w:p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40F0" w:rsidRPr="00210267" w:rsidRDefault="006740F0" w:rsidP="00210267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Подним. туловища </w:t>
            </w: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Fonts w:ascii="Times New Roman" w:hAnsi="Times New Roman" w:cs="Times New Roman"/>
                <w:sz w:val="24"/>
                <w:szCs w:val="24"/>
              </w:rPr>
              <w:t xml:space="preserve">лёжа на спине </w:t>
            </w: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Fonts w:ascii="Times New Roman" w:hAnsi="Times New Roman" w:cs="Times New Roman"/>
                <w:sz w:val="24"/>
                <w:szCs w:val="24"/>
              </w:rPr>
              <w:t xml:space="preserve">30 сек.                  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Наклон вперед  </w:t>
            </w:r>
          </w:p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Fonts w:ascii="Times New Roman" w:hAnsi="Times New Roman" w:cs="Times New Roman"/>
                <w:sz w:val="24"/>
                <w:szCs w:val="24"/>
              </w:rPr>
              <w:t>Сгибание рук в упоре лёжа(д)</w:t>
            </w:r>
          </w:p>
        </w:tc>
        <w:tc>
          <w:tcPr>
            <w:tcW w:w="2410" w:type="dxa"/>
            <w:gridSpan w:val="3"/>
          </w:tcPr>
          <w:p w:rsidR="006740F0" w:rsidRPr="00210267" w:rsidRDefault="006740F0" w:rsidP="00210267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Прыжок в длину с места  </w:t>
            </w:r>
          </w:p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rPr>
                <w:rStyle w:val="c0"/>
                <w:color w:val="000000"/>
              </w:rPr>
            </w:pPr>
          </w:p>
          <w:p w:rsidR="006740F0" w:rsidRPr="00210267" w:rsidRDefault="006740F0" w:rsidP="00210267">
            <w:pPr>
              <w:spacing w:after="0" w:line="240" w:lineRule="auto"/>
              <w:rPr>
                <w:rStyle w:val="c0"/>
                <w:color w:val="000000"/>
              </w:rPr>
            </w:pP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993" w:type="dxa"/>
          </w:tcPr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026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6740F0" w:rsidRPr="00210267">
        <w:tc>
          <w:tcPr>
            <w:tcW w:w="612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rPr>
                <w:sz w:val="28"/>
                <w:szCs w:val="28"/>
              </w:rPr>
            </w:pPr>
            <w:r w:rsidRPr="00210267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3360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Иванов Вячеслав</w:t>
            </w:r>
          </w:p>
        </w:tc>
        <w:tc>
          <w:tcPr>
            <w:tcW w:w="848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0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709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40F0" w:rsidRPr="00210267">
        <w:tc>
          <w:tcPr>
            <w:tcW w:w="61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0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Мельничук Павел</w:t>
            </w:r>
          </w:p>
        </w:tc>
        <w:tc>
          <w:tcPr>
            <w:tcW w:w="848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850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40F0" w:rsidRPr="00210267">
        <w:tc>
          <w:tcPr>
            <w:tcW w:w="61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0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Меляков Никита</w:t>
            </w:r>
          </w:p>
        </w:tc>
        <w:tc>
          <w:tcPr>
            <w:tcW w:w="848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850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40F0" w:rsidRPr="00210267">
        <w:tc>
          <w:tcPr>
            <w:tcW w:w="61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0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Рязанцева Виктория</w:t>
            </w:r>
          </w:p>
        </w:tc>
        <w:tc>
          <w:tcPr>
            <w:tcW w:w="848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40F0" w:rsidRPr="00210267">
        <w:tc>
          <w:tcPr>
            <w:tcW w:w="61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0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Берёзина Полина</w:t>
            </w:r>
          </w:p>
        </w:tc>
        <w:tc>
          <w:tcPr>
            <w:tcW w:w="848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50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40F0" w:rsidRPr="00210267">
        <w:tc>
          <w:tcPr>
            <w:tcW w:w="61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60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Пронин Владимир</w:t>
            </w:r>
          </w:p>
        </w:tc>
        <w:tc>
          <w:tcPr>
            <w:tcW w:w="848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40F0" w:rsidRPr="00210267">
        <w:tc>
          <w:tcPr>
            <w:tcW w:w="61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60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Фирсаев Алексей</w:t>
            </w:r>
          </w:p>
        </w:tc>
        <w:tc>
          <w:tcPr>
            <w:tcW w:w="848" w:type="dxa"/>
            <w:vAlign w:val="center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850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709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267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2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740F0" w:rsidRPr="00210267" w:rsidRDefault="006740F0" w:rsidP="002102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40F0" w:rsidRPr="001D38E0" w:rsidRDefault="006740F0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p w:rsidR="006740F0" w:rsidRPr="001D38E0" w:rsidRDefault="006740F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6740F0" w:rsidRPr="001D38E0" w:rsidRDefault="006740F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6740F0" w:rsidRPr="001D38E0" w:rsidRDefault="006740F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6740F0" w:rsidRPr="001D38E0" w:rsidRDefault="006740F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6740F0" w:rsidRPr="001D38E0" w:rsidRDefault="006740F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6740F0" w:rsidRPr="001D38E0" w:rsidRDefault="006740F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6740F0" w:rsidRPr="001D38E0" w:rsidRDefault="006740F0" w:rsidP="001D38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sectPr w:rsidR="006740F0" w:rsidRPr="001D38E0" w:rsidSect="00A861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77E67"/>
    <w:multiLevelType w:val="hybridMultilevel"/>
    <w:tmpl w:val="4EE8977C"/>
    <w:lvl w:ilvl="0" w:tplc="F4284A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8E0"/>
    <w:rsid w:val="001B38E0"/>
    <w:rsid w:val="001D38E0"/>
    <w:rsid w:val="00210267"/>
    <w:rsid w:val="0026707D"/>
    <w:rsid w:val="002739DF"/>
    <w:rsid w:val="003B2508"/>
    <w:rsid w:val="00563CB5"/>
    <w:rsid w:val="005940A7"/>
    <w:rsid w:val="005A6D94"/>
    <w:rsid w:val="0066337C"/>
    <w:rsid w:val="006740F0"/>
    <w:rsid w:val="0074153A"/>
    <w:rsid w:val="007470CF"/>
    <w:rsid w:val="007806C2"/>
    <w:rsid w:val="007B789E"/>
    <w:rsid w:val="008F1273"/>
    <w:rsid w:val="00A861E0"/>
    <w:rsid w:val="00B02EB0"/>
    <w:rsid w:val="00B8102C"/>
    <w:rsid w:val="00C04A43"/>
    <w:rsid w:val="00E07521"/>
    <w:rsid w:val="00E92F10"/>
    <w:rsid w:val="00EA461A"/>
    <w:rsid w:val="00EC05CB"/>
    <w:rsid w:val="00EF276F"/>
    <w:rsid w:val="00F61C9B"/>
    <w:rsid w:val="00F6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A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38E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DefaultParagraphFont"/>
    <w:uiPriority w:val="99"/>
    <w:rsid w:val="00EA461A"/>
  </w:style>
  <w:style w:type="paragraph" w:styleId="ListParagraph">
    <w:name w:val="List Paragraph"/>
    <w:basedOn w:val="Normal"/>
    <w:uiPriority w:val="99"/>
    <w:qFormat/>
    <w:rsid w:val="00EA461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104</Words>
  <Characters>596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SmartTouch</cp:lastModifiedBy>
  <cp:revision>5</cp:revision>
  <cp:lastPrinted>2017-02-10T18:37:00Z</cp:lastPrinted>
  <dcterms:created xsi:type="dcterms:W3CDTF">2017-02-21T17:34:00Z</dcterms:created>
  <dcterms:modified xsi:type="dcterms:W3CDTF">2017-03-17T08:16:00Z</dcterms:modified>
</cp:coreProperties>
</file>